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00D8074" w14:textId="77777777"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14:paraId="71058F8B" w14:textId="77777777" w:rsidR="00722A6B" w:rsidRDefault="00722A6B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14:paraId="7D60CA8B" w14:textId="77777777" w:rsidR="00722A6B" w:rsidRDefault="00E3351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Français 3</w:t>
      </w:r>
    </w:p>
    <w:p w14:paraId="05472ADD" w14:textId="77777777"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</w:t>
      </w:r>
      <w:r w:rsidR="00E3351B">
        <w:rPr>
          <w:b/>
          <w:sz w:val="24"/>
          <w:szCs w:val="24"/>
        </w:rPr>
        <w:t>3</w:t>
      </w:r>
      <w:r w:rsidR="00607DF6">
        <w:rPr>
          <w:b/>
          <w:sz w:val="24"/>
          <w:szCs w:val="24"/>
        </w:rPr>
        <w:t xml:space="preserve"> – </w:t>
      </w:r>
      <w:r w:rsidR="00E3351B">
        <w:rPr>
          <w:b/>
          <w:sz w:val="24"/>
          <w:szCs w:val="24"/>
        </w:rPr>
        <w:t>La santé et le bien-être</w:t>
      </w:r>
    </w:p>
    <w:p w14:paraId="16441736" w14:textId="77777777" w:rsidR="00722A6B" w:rsidRPr="00E3351B" w:rsidRDefault="00E3351B" w:rsidP="00722A6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Ah les vacances ! C’est le moment de combattre le stress. </w:t>
      </w:r>
    </w:p>
    <w:p w14:paraId="4D3B2B90" w14:textId="77777777"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</w:p>
    <w:p w14:paraId="72030EF2" w14:textId="77777777" w:rsidR="00722A6B" w:rsidRDefault="00607DF6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Ce que nous savons :</w:t>
      </w:r>
    </w:p>
    <w:p w14:paraId="7A615FBC" w14:textId="77777777" w:rsidR="00607DF6" w:rsidRDefault="00607DF6" w:rsidP="00722A6B">
      <w:pPr>
        <w:spacing w:after="0" w:line="240" w:lineRule="auto"/>
        <w:rPr>
          <w:b/>
          <w:sz w:val="24"/>
          <w:szCs w:val="24"/>
        </w:rPr>
      </w:pPr>
    </w:p>
    <w:p w14:paraId="04A29906" w14:textId="58F10EAC" w:rsidR="00607DF6" w:rsidRDefault="00DE1A15" w:rsidP="00722A6B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Reflexive</w:t>
      </w:r>
      <w:proofErr w:type="spellEnd"/>
      <w:r>
        <w:rPr>
          <w:sz w:val="24"/>
          <w:szCs w:val="24"/>
        </w:rPr>
        <w:t xml:space="preserve"> verbes are </w:t>
      </w:r>
      <w:proofErr w:type="spellStart"/>
      <w:r>
        <w:rPr>
          <w:sz w:val="24"/>
          <w:szCs w:val="24"/>
        </w:rPr>
        <w:t>used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describe</w:t>
      </w:r>
      <w:proofErr w:type="spellEnd"/>
      <w:r>
        <w:rPr>
          <w:sz w:val="24"/>
          <w:szCs w:val="24"/>
        </w:rPr>
        <w:t xml:space="preserve"> actions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someone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does</w:t>
      </w:r>
      <w:proofErr w:type="spellEnd"/>
      <w:r>
        <w:rPr>
          <w:sz w:val="24"/>
          <w:szCs w:val="24"/>
        </w:rPr>
        <w:t xml:space="preserve"> to </w:t>
      </w:r>
      <w:proofErr w:type="spellStart"/>
      <w:r w:rsidRPr="00DE1A15">
        <w:rPr>
          <w:b/>
          <w:sz w:val="24"/>
          <w:szCs w:val="24"/>
        </w:rPr>
        <w:t>himself</w:t>
      </w:r>
      <w:proofErr w:type="spellEnd"/>
      <w:r w:rsidR="00607DF6">
        <w:rPr>
          <w:sz w:val="24"/>
          <w:szCs w:val="24"/>
        </w:rPr>
        <w:t>.</w:t>
      </w:r>
    </w:p>
    <w:p w14:paraId="6CD53A0B" w14:textId="77777777" w:rsidR="00607DF6" w:rsidRDefault="00DE1A15" w:rsidP="00722A6B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pict w14:anchorId="4E6E007A">
          <v:shapetype id="_x0000_t105" coordsize="21600,21600" o:spt="105" adj="12960,19440,14400" path="wr0,0@3@23,0@22@4,0@15,0@1@23@7,0@13@2l@14@2@8@22@12@2at0,0@3@23@11@2@17@26@15,0@1@23@17@26@15@22xewr0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26" type="#_x0000_t105" style="position:absolute;margin-left:94.65pt;margin-top:10.6pt;width:52pt;height:17.15pt;flip:x;z-index:251658240" adj=",,14350"/>
        </w:pict>
      </w:r>
    </w:p>
    <w:p w14:paraId="4B20A10C" w14:textId="77777777" w:rsidR="00607DF6" w:rsidRDefault="00607DF6" w:rsidP="00722A6B">
      <w:pPr>
        <w:spacing w:after="0" w:line="240" w:lineRule="auto"/>
        <w:rPr>
          <w:sz w:val="24"/>
          <w:szCs w:val="24"/>
        </w:rPr>
      </w:pPr>
    </w:p>
    <w:p w14:paraId="3DCF1650" w14:textId="77777777" w:rsidR="00607DF6" w:rsidRPr="00DE1A15" w:rsidRDefault="00607DF6" w:rsidP="00722A6B">
      <w:pPr>
        <w:spacing w:after="0" w:line="240" w:lineRule="auto"/>
        <w:rPr>
          <w:i/>
          <w:sz w:val="24"/>
          <w:szCs w:val="24"/>
        </w:rPr>
      </w:pPr>
      <w:proofErr w:type="gramStart"/>
      <w:r>
        <w:rPr>
          <w:sz w:val="24"/>
          <w:szCs w:val="24"/>
        </w:rPr>
        <w:t>ex</w:t>
      </w:r>
      <w:proofErr w:type="gramEnd"/>
      <w:r>
        <w:rPr>
          <w:sz w:val="24"/>
          <w:szCs w:val="24"/>
        </w:rPr>
        <w:t xml:space="preserve">. </w:t>
      </w:r>
      <w:r w:rsidRPr="00DE1A15">
        <w:rPr>
          <w:i/>
          <w:sz w:val="24"/>
          <w:szCs w:val="24"/>
        </w:rPr>
        <w:t xml:space="preserve">Le </w:t>
      </w:r>
      <w:r w:rsidR="00E3351B" w:rsidRPr="00DE1A15">
        <w:rPr>
          <w:i/>
          <w:sz w:val="24"/>
          <w:szCs w:val="24"/>
        </w:rPr>
        <w:t>lundi</w:t>
      </w:r>
      <w:r w:rsidRPr="00DE1A15">
        <w:rPr>
          <w:i/>
          <w:sz w:val="24"/>
          <w:szCs w:val="24"/>
        </w:rPr>
        <w:t xml:space="preserve"> matin, je </w:t>
      </w:r>
      <w:r w:rsidRPr="00DE1A15">
        <w:rPr>
          <w:b/>
          <w:i/>
          <w:sz w:val="24"/>
          <w:szCs w:val="24"/>
          <w:u w:val="single"/>
        </w:rPr>
        <w:t>me</w:t>
      </w:r>
      <w:r w:rsidRPr="00DE1A15">
        <w:rPr>
          <w:i/>
          <w:sz w:val="24"/>
          <w:szCs w:val="24"/>
        </w:rPr>
        <w:t xml:space="preserve"> lève à </w:t>
      </w:r>
      <w:r w:rsidR="00E3351B" w:rsidRPr="00DE1A15">
        <w:rPr>
          <w:i/>
          <w:sz w:val="24"/>
          <w:szCs w:val="24"/>
        </w:rPr>
        <w:t>5</w:t>
      </w:r>
      <w:r w:rsidRPr="00DE1A15">
        <w:rPr>
          <w:i/>
          <w:sz w:val="24"/>
          <w:szCs w:val="24"/>
        </w:rPr>
        <w:t>h</w:t>
      </w:r>
      <w:r w:rsidR="00E3351B" w:rsidRPr="00DE1A15">
        <w:rPr>
          <w:i/>
          <w:sz w:val="24"/>
          <w:szCs w:val="24"/>
        </w:rPr>
        <w:t xml:space="preserve"> 30</w:t>
      </w:r>
      <w:r w:rsidRPr="00DE1A15">
        <w:rPr>
          <w:i/>
          <w:sz w:val="24"/>
          <w:szCs w:val="24"/>
        </w:rPr>
        <w:t xml:space="preserve"> parce que je dois </w:t>
      </w:r>
      <w:r w:rsidR="00E3351B" w:rsidRPr="00DE1A15">
        <w:rPr>
          <w:i/>
          <w:sz w:val="24"/>
          <w:szCs w:val="24"/>
        </w:rPr>
        <w:t>aller à l’école !</w:t>
      </w:r>
    </w:p>
    <w:p w14:paraId="4C97C371" w14:textId="77777777" w:rsidR="00607DF6" w:rsidRDefault="00607DF6" w:rsidP="00722A6B">
      <w:pPr>
        <w:spacing w:after="0" w:line="240" w:lineRule="auto"/>
        <w:rPr>
          <w:sz w:val="24"/>
          <w:szCs w:val="24"/>
        </w:rPr>
      </w:pPr>
    </w:p>
    <w:p w14:paraId="7531B1B8" w14:textId="56D7865E" w:rsidR="00607DF6" w:rsidRPr="00DE1A15" w:rsidRDefault="00DE1A15" w:rsidP="00722A6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pronom </w:t>
      </w:r>
      <w:r w:rsidRPr="00DE1A15">
        <w:rPr>
          <w:b/>
          <w:sz w:val="24"/>
          <w:szCs w:val="24"/>
        </w:rPr>
        <w:t>ME</w:t>
      </w:r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equivalent</w:t>
      </w:r>
      <w:proofErr w:type="spellEnd"/>
      <w:r>
        <w:rPr>
          <w:sz w:val="24"/>
          <w:szCs w:val="24"/>
        </w:rPr>
        <w:t xml:space="preserve"> of </w:t>
      </w:r>
      <w:r>
        <w:rPr>
          <w:b/>
          <w:sz w:val="24"/>
          <w:szCs w:val="24"/>
        </w:rPr>
        <w:t>MYSELF</w:t>
      </w:r>
      <w:r>
        <w:rPr>
          <w:sz w:val="24"/>
          <w:szCs w:val="24"/>
        </w:rPr>
        <w:t xml:space="preserve"> in English</w:t>
      </w:r>
    </w:p>
    <w:p w14:paraId="0E7BE0B9" w14:textId="77777777" w:rsidR="00DA3C94" w:rsidRDefault="00DA3C94" w:rsidP="00722A6B">
      <w:pPr>
        <w:spacing w:after="0" w:line="240" w:lineRule="auto"/>
        <w:rPr>
          <w:sz w:val="24"/>
          <w:szCs w:val="24"/>
        </w:rPr>
      </w:pPr>
    </w:p>
    <w:p w14:paraId="4168DCDE" w14:textId="77777777" w:rsidR="00DA3C94" w:rsidRDefault="00DA3C94" w:rsidP="00722A6B">
      <w:pPr>
        <w:spacing w:after="0" w:line="240" w:lineRule="auto"/>
        <w:rPr>
          <w:b/>
          <w:sz w:val="24"/>
          <w:szCs w:val="24"/>
        </w:rPr>
      </w:pPr>
      <w:r w:rsidRPr="00DA3C94">
        <w:rPr>
          <w:b/>
          <w:sz w:val="24"/>
          <w:szCs w:val="24"/>
        </w:rPr>
        <w:t>À travailler :</w:t>
      </w:r>
    </w:p>
    <w:p w14:paraId="6EEE0B4F" w14:textId="77777777" w:rsidR="00A32AFA" w:rsidRDefault="00A32AFA" w:rsidP="00722A6B">
      <w:pPr>
        <w:spacing w:after="0" w:line="240" w:lineRule="auto"/>
        <w:rPr>
          <w:sz w:val="24"/>
          <w:szCs w:val="24"/>
        </w:rPr>
      </w:pPr>
      <w:r w:rsidRPr="00E3351B">
        <w:rPr>
          <w:b/>
          <w:sz w:val="24"/>
          <w:szCs w:val="24"/>
        </w:rPr>
        <w:t>Contexte </w:t>
      </w:r>
      <w:r>
        <w:rPr>
          <w:sz w:val="24"/>
          <w:szCs w:val="24"/>
        </w:rPr>
        <w:t>: Philippe est en vacances à la Guadeloupe avec son ami Hector. Il écrit un mail à son amie Claudette décrivant son voyage.</w:t>
      </w:r>
    </w:p>
    <w:p w14:paraId="3D34CDA9" w14:textId="77777777" w:rsidR="00A32AFA" w:rsidRDefault="00A32AFA" w:rsidP="00722A6B">
      <w:pPr>
        <w:spacing w:after="0" w:line="240" w:lineRule="auto"/>
        <w:rPr>
          <w:sz w:val="24"/>
          <w:szCs w:val="24"/>
        </w:rPr>
      </w:pPr>
    </w:p>
    <w:p w14:paraId="2DC29EE4" w14:textId="77777777" w:rsidR="00DA3C94" w:rsidRDefault="00A32AFA" w:rsidP="00722A6B">
      <w:pPr>
        <w:spacing w:after="0" w:line="240" w:lineRule="auto"/>
        <w:rPr>
          <w:sz w:val="24"/>
          <w:szCs w:val="24"/>
        </w:rPr>
      </w:pPr>
      <w:r w:rsidRPr="00E3351B">
        <w:rPr>
          <w:b/>
          <w:sz w:val="24"/>
          <w:szCs w:val="24"/>
        </w:rPr>
        <w:t>Tâche</w:t>
      </w:r>
      <w:r w:rsidR="00DA3C94" w:rsidRPr="00E3351B">
        <w:rPr>
          <w:b/>
          <w:sz w:val="24"/>
          <w:szCs w:val="24"/>
        </w:rPr>
        <w:t> </w:t>
      </w:r>
      <w:r w:rsidR="00DA3C94">
        <w:rPr>
          <w:sz w:val="24"/>
          <w:szCs w:val="24"/>
        </w:rPr>
        <w:t xml:space="preserve">: Avec une autre personne, complétez le paragraphe suivant avec le pronom </w:t>
      </w:r>
      <w:r w:rsidR="00E3351B">
        <w:rPr>
          <w:sz w:val="24"/>
          <w:szCs w:val="24"/>
        </w:rPr>
        <w:t xml:space="preserve">qui convient </w:t>
      </w:r>
      <w:r w:rsidR="00DA3C94">
        <w:rPr>
          <w:sz w:val="24"/>
          <w:szCs w:val="24"/>
        </w:rPr>
        <w:t>: ME</w:t>
      </w:r>
      <w:r>
        <w:rPr>
          <w:sz w:val="24"/>
          <w:szCs w:val="24"/>
        </w:rPr>
        <w:t xml:space="preserve"> (M’)</w:t>
      </w:r>
      <w:r w:rsidR="00DA3C94">
        <w:rPr>
          <w:sz w:val="24"/>
          <w:szCs w:val="24"/>
        </w:rPr>
        <w:t xml:space="preserve"> / TE</w:t>
      </w:r>
      <w:r>
        <w:rPr>
          <w:sz w:val="24"/>
          <w:szCs w:val="24"/>
        </w:rPr>
        <w:t xml:space="preserve"> (T’) </w:t>
      </w:r>
      <w:r w:rsidR="00DA3C94">
        <w:rPr>
          <w:sz w:val="24"/>
          <w:szCs w:val="24"/>
        </w:rPr>
        <w:t xml:space="preserve"> / SE </w:t>
      </w:r>
      <w:r>
        <w:rPr>
          <w:sz w:val="24"/>
          <w:szCs w:val="24"/>
        </w:rPr>
        <w:t xml:space="preserve">(S’) </w:t>
      </w:r>
      <w:r w:rsidR="00DA3C94">
        <w:rPr>
          <w:sz w:val="24"/>
          <w:szCs w:val="24"/>
        </w:rPr>
        <w:t>/ NOUS / VOUS</w:t>
      </w:r>
    </w:p>
    <w:p w14:paraId="1E566A25" w14:textId="77777777" w:rsidR="00DA3C94" w:rsidRDefault="00DA3C94" w:rsidP="00722A6B">
      <w:pPr>
        <w:spacing w:after="0" w:line="240" w:lineRule="auto"/>
        <w:rPr>
          <w:sz w:val="24"/>
          <w:szCs w:val="24"/>
        </w:rPr>
      </w:pPr>
    </w:p>
    <w:p w14:paraId="7432D4B2" w14:textId="77777777" w:rsidR="00DA3C94" w:rsidRPr="00A32AFA" w:rsidRDefault="00DA3C94" w:rsidP="00722A6B">
      <w:pPr>
        <w:spacing w:after="0" w:line="240" w:lineRule="auto"/>
        <w:rPr>
          <w:i/>
          <w:sz w:val="28"/>
          <w:szCs w:val="24"/>
        </w:rPr>
      </w:pPr>
      <w:r w:rsidRPr="00A32AFA">
        <w:rPr>
          <w:i/>
          <w:sz w:val="28"/>
          <w:szCs w:val="24"/>
        </w:rPr>
        <w:t>Chère Claudette,</w:t>
      </w:r>
    </w:p>
    <w:p w14:paraId="5D16A6E6" w14:textId="77777777" w:rsidR="00DA3C94" w:rsidRPr="00A32AFA" w:rsidRDefault="00DA3C94" w:rsidP="00722A6B">
      <w:pPr>
        <w:spacing w:after="0" w:line="240" w:lineRule="auto"/>
        <w:rPr>
          <w:i/>
          <w:sz w:val="28"/>
          <w:szCs w:val="24"/>
        </w:rPr>
      </w:pPr>
    </w:p>
    <w:p w14:paraId="490DB7AC" w14:textId="77777777" w:rsidR="00B02910" w:rsidRPr="00A32AFA" w:rsidRDefault="00DA3C94" w:rsidP="00E3351B">
      <w:pPr>
        <w:spacing w:after="0"/>
        <w:rPr>
          <w:i/>
          <w:sz w:val="28"/>
          <w:szCs w:val="24"/>
        </w:rPr>
      </w:pPr>
      <w:r w:rsidRPr="00A32AFA">
        <w:rPr>
          <w:i/>
          <w:sz w:val="28"/>
          <w:szCs w:val="24"/>
        </w:rPr>
        <w:t>Salut de la G</w:t>
      </w:r>
      <w:r w:rsidR="00125870">
        <w:rPr>
          <w:i/>
          <w:sz w:val="28"/>
          <w:szCs w:val="24"/>
        </w:rPr>
        <w:t>ua</w:t>
      </w:r>
      <w:r w:rsidRPr="00A32AFA">
        <w:rPr>
          <w:i/>
          <w:sz w:val="28"/>
          <w:szCs w:val="24"/>
        </w:rPr>
        <w:t>deloupe ! On est arrivés il y a 6 jours et on _____ amuse bien ensemble. Nous sommes tombés très vite dans une routine vacancière. D’habitude, je ___ réveille à 9h et je reste au lit pour lire un peu. Mon copain, Hector, dort jusqu’à 10h et quand il ____ réveille, nous ______ levons</w:t>
      </w:r>
      <w:r w:rsidR="00835A80" w:rsidRPr="00A32AFA">
        <w:rPr>
          <w:i/>
          <w:sz w:val="28"/>
          <w:szCs w:val="24"/>
        </w:rPr>
        <w:t>. Quand tu pars en vacances, tu ___ lèves tard aussi ? Après, je vais dans la salle de bains pour ____ brosser les dents et Hector reste dans la chambre pour ____habiller.</w:t>
      </w:r>
      <w:r w:rsidR="007F3EC2" w:rsidRPr="00A32AFA">
        <w:rPr>
          <w:i/>
          <w:sz w:val="28"/>
          <w:szCs w:val="24"/>
        </w:rPr>
        <w:t xml:space="preserve"> On ___</w:t>
      </w:r>
      <w:r w:rsidR="000E0968" w:rsidRPr="00A32AFA">
        <w:rPr>
          <w:i/>
          <w:sz w:val="28"/>
          <w:szCs w:val="24"/>
        </w:rPr>
        <w:t xml:space="preserve">_ réunit avec des amis et nous allons au marché en plein air et achetons des fruits tropicaux. Après nous _______ promenons à la plage où mes amis aiment ____ baigner dans la mer. Moi, je préfère ___ reposer sur le sable chaud. On passe toute la journée à la plage et au coucher du soleil on retourne à l’hôtel où on ___ prépare à sortir pour le soir. Hector ____ lave dans la salle de bains pendant que je ____ brosse les cheveux. Nous revoyons nos amis au centre ville et nous allons dans un restaurant pour dîner. </w:t>
      </w:r>
      <w:r w:rsidR="00B02910" w:rsidRPr="00A32AFA">
        <w:rPr>
          <w:i/>
          <w:sz w:val="28"/>
          <w:szCs w:val="24"/>
        </w:rPr>
        <w:t>Nous rentrons vers 23h et ______ couchons très tard. Toi et tes amis, vous ______ couchez aussi en vacances ? Ecris-moi de tes nouvelles.</w:t>
      </w:r>
    </w:p>
    <w:p w14:paraId="2E4C0D77" w14:textId="77777777" w:rsidR="00B02910" w:rsidRDefault="00B02910" w:rsidP="00722A6B">
      <w:pPr>
        <w:spacing w:after="0" w:line="240" w:lineRule="auto"/>
        <w:rPr>
          <w:i/>
          <w:sz w:val="28"/>
          <w:szCs w:val="24"/>
        </w:rPr>
      </w:pPr>
      <w:r w:rsidRPr="00A32AFA">
        <w:rPr>
          <w:i/>
          <w:sz w:val="28"/>
          <w:szCs w:val="24"/>
        </w:rPr>
        <w:tab/>
      </w:r>
      <w:r w:rsidRPr="00A32AFA">
        <w:rPr>
          <w:i/>
          <w:sz w:val="28"/>
          <w:szCs w:val="24"/>
        </w:rPr>
        <w:tab/>
      </w:r>
      <w:r w:rsidRPr="00A32AFA">
        <w:rPr>
          <w:i/>
          <w:sz w:val="28"/>
          <w:szCs w:val="24"/>
        </w:rPr>
        <w:tab/>
      </w:r>
      <w:r w:rsidRPr="00A32AFA">
        <w:rPr>
          <w:i/>
          <w:sz w:val="28"/>
          <w:szCs w:val="24"/>
        </w:rPr>
        <w:tab/>
      </w:r>
      <w:r w:rsidRPr="00A32AFA">
        <w:rPr>
          <w:i/>
          <w:sz w:val="28"/>
          <w:szCs w:val="24"/>
        </w:rPr>
        <w:tab/>
      </w:r>
      <w:r w:rsidRPr="00A32AFA">
        <w:rPr>
          <w:i/>
          <w:sz w:val="28"/>
          <w:szCs w:val="24"/>
        </w:rPr>
        <w:tab/>
      </w:r>
      <w:r w:rsidRPr="00A32AFA">
        <w:rPr>
          <w:i/>
          <w:sz w:val="28"/>
          <w:szCs w:val="24"/>
        </w:rPr>
        <w:tab/>
        <w:t>Jean-Philippe</w:t>
      </w:r>
    </w:p>
    <w:p w14:paraId="36AD48C0" w14:textId="77777777" w:rsidR="00C44744" w:rsidRDefault="00C44744" w:rsidP="00722A6B">
      <w:pPr>
        <w:spacing w:after="0" w:line="240" w:lineRule="auto"/>
        <w:rPr>
          <w:i/>
          <w:sz w:val="28"/>
          <w:szCs w:val="24"/>
        </w:rPr>
      </w:pPr>
    </w:p>
    <w:p w14:paraId="30CCC245" w14:textId="77777777" w:rsidR="00C44744" w:rsidRDefault="00DE1A15" w:rsidP="00722A6B">
      <w:pPr>
        <w:spacing w:after="0" w:line="240" w:lineRule="auto"/>
        <w:rPr>
          <w:i/>
          <w:sz w:val="28"/>
          <w:szCs w:val="24"/>
        </w:rPr>
      </w:pPr>
      <w:r>
        <w:rPr>
          <w:i/>
          <w:noProof/>
          <w:sz w:val="28"/>
          <w:szCs w:val="24"/>
          <w:lang w:val="en-US"/>
        </w:rPr>
        <w:pict w14:anchorId="6D151F89"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6pt;margin-top:.65pt;width:460pt;height:54.65pt;z-index:251659264"/>
        </w:pict>
      </w:r>
    </w:p>
    <w:p w14:paraId="3A45A6B6" w14:textId="77777777" w:rsidR="00C44744" w:rsidRDefault="00C44744" w:rsidP="00722A6B">
      <w:pPr>
        <w:spacing w:after="0" w:line="240" w:lineRule="auto"/>
        <w:rPr>
          <w:i/>
          <w:sz w:val="28"/>
          <w:szCs w:val="24"/>
        </w:rPr>
      </w:pPr>
    </w:p>
    <w:p w14:paraId="1D195F33" w14:textId="77777777" w:rsidR="00C44744" w:rsidRDefault="00C44744" w:rsidP="00722A6B">
      <w:pPr>
        <w:spacing w:after="0" w:line="240" w:lineRule="auto"/>
        <w:rPr>
          <w:i/>
          <w:sz w:val="28"/>
          <w:szCs w:val="24"/>
        </w:rPr>
      </w:pPr>
    </w:p>
    <w:p w14:paraId="7165DB26" w14:textId="77777777" w:rsidR="00C44744" w:rsidRDefault="00C44744" w:rsidP="00C44744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Ce que nous allons apprendre : </w:t>
      </w:r>
      <w:r>
        <w:rPr>
          <w:b/>
          <w:sz w:val="24"/>
          <w:szCs w:val="24"/>
        </w:rPr>
        <w:tab/>
        <w:t>Les pronoms réfléchis au passé composé</w:t>
      </w:r>
    </w:p>
    <w:p w14:paraId="6B9546C6" w14:textId="77777777" w:rsidR="00C44744" w:rsidRDefault="00C44744" w:rsidP="00C44744">
      <w:pPr>
        <w:spacing w:after="0" w:line="240" w:lineRule="auto"/>
        <w:rPr>
          <w:sz w:val="24"/>
          <w:szCs w:val="24"/>
        </w:rPr>
      </w:pPr>
    </w:p>
    <w:p w14:paraId="58C91170" w14:textId="3C6F7B91" w:rsidR="00C44744" w:rsidRPr="005844C6" w:rsidRDefault="00DE1A15" w:rsidP="00C44744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The passé composé </w:t>
      </w:r>
      <w:proofErr w:type="spellStart"/>
      <w:r>
        <w:rPr>
          <w:i/>
          <w:sz w:val="24"/>
          <w:szCs w:val="24"/>
        </w:rPr>
        <w:t>is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formed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using</w:t>
      </w:r>
      <w:proofErr w:type="spellEnd"/>
      <w:r>
        <w:rPr>
          <w:i/>
          <w:sz w:val="24"/>
          <w:szCs w:val="24"/>
        </w:rPr>
        <w:t xml:space="preserve"> THREE parts</w:t>
      </w:r>
      <w:r w:rsidR="00C44744" w:rsidRPr="005844C6">
        <w:rPr>
          <w:i/>
          <w:sz w:val="24"/>
          <w:szCs w:val="24"/>
        </w:rPr>
        <w:t>.</w:t>
      </w:r>
    </w:p>
    <w:p w14:paraId="34AEEB1A" w14:textId="77777777" w:rsidR="005B363E" w:rsidRDefault="005B363E" w:rsidP="00C44744">
      <w:pPr>
        <w:spacing w:after="0" w:line="240" w:lineRule="auto"/>
        <w:rPr>
          <w:sz w:val="24"/>
          <w:szCs w:val="24"/>
        </w:rPr>
      </w:pPr>
    </w:p>
    <w:p w14:paraId="357E1020" w14:textId="718208AA" w:rsidR="005B363E" w:rsidRDefault="005B363E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PASSÉ COMPOSÉ  =</w:t>
      </w:r>
      <w:r>
        <w:rPr>
          <w:sz w:val="24"/>
          <w:szCs w:val="24"/>
        </w:rPr>
        <w:tab/>
        <w:t>____</w:t>
      </w:r>
      <w:r w:rsidR="00DE1A15">
        <w:rPr>
          <w:sz w:val="24"/>
          <w:szCs w:val="24"/>
        </w:rPr>
        <w:t>SUJET_____</w:t>
      </w:r>
      <w:r w:rsidR="00DE1A15">
        <w:rPr>
          <w:sz w:val="24"/>
          <w:szCs w:val="24"/>
        </w:rPr>
        <w:tab/>
      </w:r>
      <w:r w:rsidR="00DE1A15">
        <w:rPr>
          <w:sz w:val="24"/>
          <w:szCs w:val="24"/>
        </w:rPr>
        <w:tab/>
      </w:r>
      <w:r>
        <w:rPr>
          <w:sz w:val="24"/>
          <w:szCs w:val="24"/>
        </w:rPr>
        <w:t>__</w:t>
      </w:r>
      <w:r w:rsidR="00DE1A15">
        <w:rPr>
          <w:sz w:val="24"/>
          <w:szCs w:val="24"/>
        </w:rPr>
        <w:t>VERBE AUXILIAIRE__</w:t>
      </w:r>
      <w:r>
        <w:rPr>
          <w:sz w:val="24"/>
          <w:szCs w:val="24"/>
        </w:rPr>
        <w:tab/>
        <w:t>_</w:t>
      </w:r>
      <w:r w:rsidR="00DE1A15">
        <w:rPr>
          <w:sz w:val="24"/>
          <w:szCs w:val="24"/>
        </w:rPr>
        <w:t>PARTICIPE PASSÉ</w:t>
      </w:r>
      <w:r>
        <w:rPr>
          <w:sz w:val="24"/>
          <w:szCs w:val="24"/>
        </w:rPr>
        <w:t>_</w:t>
      </w:r>
    </w:p>
    <w:p w14:paraId="403D60A2" w14:textId="77777777" w:rsidR="005B363E" w:rsidRDefault="005B363E" w:rsidP="00C44744">
      <w:pPr>
        <w:spacing w:after="0" w:line="240" w:lineRule="auto"/>
        <w:rPr>
          <w:sz w:val="24"/>
          <w:szCs w:val="24"/>
        </w:rPr>
      </w:pPr>
    </w:p>
    <w:p w14:paraId="6C532E89" w14:textId="2151F9B6" w:rsidR="00DE1A15" w:rsidRDefault="00DE1A15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Complete the </w:t>
      </w:r>
      <w:proofErr w:type="spellStart"/>
      <w:r>
        <w:rPr>
          <w:sz w:val="24"/>
          <w:szCs w:val="24"/>
        </w:rPr>
        <w:t>following</w:t>
      </w:r>
      <w:proofErr w:type="spellEnd"/>
      <w:r>
        <w:rPr>
          <w:sz w:val="24"/>
          <w:szCs w:val="24"/>
        </w:rPr>
        <w:t xml:space="preserve"> sentence in the passé composé.</w:t>
      </w:r>
    </w:p>
    <w:p w14:paraId="460C98EA" w14:textId="77777777" w:rsidR="00DE1A15" w:rsidRDefault="00DE1A15" w:rsidP="00C44744">
      <w:pPr>
        <w:spacing w:after="0" w:line="240" w:lineRule="auto"/>
        <w:rPr>
          <w:sz w:val="24"/>
          <w:szCs w:val="24"/>
        </w:rPr>
      </w:pPr>
    </w:p>
    <w:p w14:paraId="0DB10BDC" w14:textId="6DD2AB90" w:rsidR="005B363E" w:rsidRPr="005B363E" w:rsidRDefault="005B363E" w:rsidP="00C4474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PRENDRE </w:t>
      </w:r>
      <w:r w:rsidRPr="005B36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=</w:t>
      </w:r>
      <w:r>
        <w:rPr>
          <w:sz w:val="24"/>
          <w:szCs w:val="24"/>
        </w:rPr>
        <w:tab/>
      </w:r>
      <w:r w:rsidR="00DE1A15">
        <w:rPr>
          <w:sz w:val="24"/>
          <w:szCs w:val="24"/>
        </w:rPr>
        <w:tab/>
      </w:r>
      <w:r>
        <w:rPr>
          <w:sz w:val="24"/>
          <w:szCs w:val="24"/>
        </w:rPr>
        <w:t>____</w:t>
      </w:r>
      <w:r w:rsidR="00DE1A15">
        <w:rPr>
          <w:i/>
          <w:sz w:val="24"/>
          <w:szCs w:val="24"/>
        </w:rPr>
        <w:t>Nous</w:t>
      </w:r>
      <w:r>
        <w:rPr>
          <w:sz w:val="24"/>
          <w:szCs w:val="24"/>
        </w:rPr>
        <w:t>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14:paraId="6B5B668E" w14:textId="77777777" w:rsidR="005844C6" w:rsidRDefault="005844C6" w:rsidP="00C44744">
      <w:pPr>
        <w:spacing w:after="0" w:line="240" w:lineRule="auto"/>
        <w:rPr>
          <w:sz w:val="24"/>
          <w:szCs w:val="24"/>
        </w:rPr>
      </w:pPr>
    </w:p>
    <w:p w14:paraId="2C7A3545" w14:textId="0EAB85E7" w:rsidR="005B363E" w:rsidRPr="005844C6" w:rsidRDefault="00DE1A15" w:rsidP="00C44744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But </w:t>
      </w:r>
      <w:proofErr w:type="spellStart"/>
      <w:r>
        <w:rPr>
          <w:i/>
          <w:sz w:val="24"/>
          <w:szCs w:val="24"/>
        </w:rPr>
        <w:t>we</w:t>
      </w:r>
      <w:proofErr w:type="spellEnd"/>
      <w:r>
        <w:rPr>
          <w:i/>
          <w:sz w:val="24"/>
          <w:szCs w:val="24"/>
        </w:rPr>
        <w:t xml:space="preserve"> have </w:t>
      </w:r>
      <w:proofErr w:type="spellStart"/>
      <w:r>
        <w:rPr>
          <w:i/>
          <w:sz w:val="24"/>
          <w:szCs w:val="24"/>
        </w:rPr>
        <w:t>learned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that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there</w:t>
      </w:r>
      <w:proofErr w:type="spellEnd"/>
      <w:r>
        <w:rPr>
          <w:i/>
          <w:sz w:val="24"/>
          <w:szCs w:val="24"/>
        </w:rPr>
        <w:t xml:space="preserve"> are 16 </w:t>
      </w:r>
      <w:proofErr w:type="spellStart"/>
      <w:r>
        <w:rPr>
          <w:i/>
          <w:sz w:val="24"/>
          <w:szCs w:val="24"/>
        </w:rPr>
        <w:t>verbs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that</w:t>
      </w:r>
      <w:proofErr w:type="spellEnd"/>
      <w:r>
        <w:rPr>
          <w:i/>
          <w:sz w:val="24"/>
          <w:szCs w:val="24"/>
        </w:rPr>
        <w:t xml:space="preserve"> use ÊTRE au passé composé</w:t>
      </w:r>
      <w:r w:rsidR="005B363E" w:rsidRPr="005844C6">
        <w:rPr>
          <w:i/>
          <w:sz w:val="24"/>
          <w:szCs w:val="24"/>
        </w:rPr>
        <w:t xml:space="preserve">. </w:t>
      </w:r>
    </w:p>
    <w:p w14:paraId="1859CD20" w14:textId="77777777" w:rsidR="00DE1A15" w:rsidRDefault="00DE1A15" w:rsidP="00DE1A15">
      <w:pPr>
        <w:spacing w:after="0" w:line="240" w:lineRule="auto"/>
        <w:rPr>
          <w:sz w:val="24"/>
          <w:szCs w:val="24"/>
        </w:rPr>
      </w:pPr>
    </w:p>
    <w:p w14:paraId="05A7FB21" w14:textId="77777777" w:rsidR="00DE1A15" w:rsidRDefault="00DE1A15" w:rsidP="00DE1A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Complete the </w:t>
      </w:r>
      <w:proofErr w:type="spellStart"/>
      <w:r>
        <w:rPr>
          <w:sz w:val="24"/>
          <w:szCs w:val="24"/>
        </w:rPr>
        <w:t>following</w:t>
      </w:r>
      <w:proofErr w:type="spellEnd"/>
      <w:r>
        <w:rPr>
          <w:sz w:val="24"/>
          <w:szCs w:val="24"/>
        </w:rPr>
        <w:t xml:space="preserve"> sentence in the passé composé.</w:t>
      </w:r>
    </w:p>
    <w:p w14:paraId="61293A21" w14:textId="77777777" w:rsidR="00DE1A15" w:rsidRDefault="00DE1A15" w:rsidP="00C44744">
      <w:pPr>
        <w:spacing w:after="0" w:line="240" w:lineRule="auto"/>
        <w:rPr>
          <w:sz w:val="24"/>
          <w:szCs w:val="24"/>
        </w:rPr>
      </w:pPr>
    </w:p>
    <w:p w14:paraId="139165CD" w14:textId="77777777" w:rsidR="005B363E" w:rsidRDefault="005B363E" w:rsidP="00C4474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ALLER  (</w:t>
      </w:r>
      <w:r>
        <w:rPr>
          <w:sz w:val="24"/>
          <w:szCs w:val="24"/>
        </w:rPr>
        <w:t>il)</w:t>
      </w:r>
      <w:r w:rsidRPr="005B36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=</w:t>
      </w:r>
      <w:r>
        <w:rPr>
          <w:sz w:val="24"/>
          <w:szCs w:val="24"/>
        </w:rPr>
        <w:tab/>
        <w:t>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14:paraId="4BFB2A6F" w14:textId="77777777" w:rsidR="005B363E" w:rsidRDefault="005B363E" w:rsidP="00C44744">
      <w:pPr>
        <w:spacing w:after="0" w:line="240" w:lineRule="auto"/>
        <w:rPr>
          <w:sz w:val="24"/>
          <w:szCs w:val="24"/>
        </w:rPr>
      </w:pPr>
    </w:p>
    <w:p w14:paraId="7D97D0AB" w14:textId="211DC89A" w:rsidR="005B363E" w:rsidRPr="005844C6" w:rsidRDefault="00DE1A15" w:rsidP="00C44744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But </w:t>
      </w:r>
      <w:proofErr w:type="spellStart"/>
      <w:r>
        <w:rPr>
          <w:i/>
          <w:sz w:val="24"/>
          <w:szCs w:val="24"/>
        </w:rPr>
        <w:t>watch</w:t>
      </w:r>
      <w:proofErr w:type="spellEnd"/>
      <w:r>
        <w:rPr>
          <w:i/>
          <w:sz w:val="24"/>
          <w:szCs w:val="24"/>
        </w:rPr>
        <w:t xml:space="preserve"> out ! It </w:t>
      </w:r>
      <w:proofErr w:type="spellStart"/>
      <w:r>
        <w:rPr>
          <w:i/>
          <w:sz w:val="24"/>
          <w:szCs w:val="24"/>
        </w:rPr>
        <w:t>is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necessary</w:t>
      </w:r>
      <w:proofErr w:type="spellEnd"/>
      <w:r>
        <w:rPr>
          <w:i/>
          <w:sz w:val="24"/>
          <w:szCs w:val="24"/>
        </w:rPr>
        <w:t xml:space="preserve"> to </w:t>
      </w:r>
      <w:proofErr w:type="spellStart"/>
      <w:r>
        <w:rPr>
          <w:i/>
          <w:sz w:val="24"/>
          <w:szCs w:val="24"/>
        </w:rPr>
        <w:t>make</w:t>
      </w:r>
      <w:proofErr w:type="spellEnd"/>
      <w:r>
        <w:rPr>
          <w:i/>
          <w:sz w:val="24"/>
          <w:szCs w:val="24"/>
        </w:rPr>
        <w:t xml:space="preserve"> the </w:t>
      </w:r>
      <w:proofErr w:type="spellStart"/>
      <w:r>
        <w:rPr>
          <w:i/>
          <w:sz w:val="24"/>
          <w:szCs w:val="24"/>
        </w:rPr>
        <w:t>past</w:t>
      </w:r>
      <w:proofErr w:type="spellEnd"/>
      <w:r>
        <w:rPr>
          <w:i/>
          <w:sz w:val="24"/>
          <w:szCs w:val="24"/>
        </w:rPr>
        <w:t xml:space="preserve"> participe </w:t>
      </w:r>
      <w:proofErr w:type="spellStart"/>
      <w:r>
        <w:rPr>
          <w:i/>
          <w:sz w:val="24"/>
          <w:szCs w:val="24"/>
        </w:rPr>
        <w:t>agree</w:t>
      </w:r>
      <w:proofErr w:type="spellEnd"/>
      <w:r>
        <w:rPr>
          <w:i/>
          <w:sz w:val="24"/>
          <w:szCs w:val="24"/>
        </w:rPr>
        <w:t xml:space="preserve"> (masc</w:t>
      </w:r>
      <w:proofErr w:type="gramStart"/>
      <w:r>
        <w:rPr>
          <w:i/>
          <w:sz w:val="24"/>
          <w:szCs w:val="24"/>
        </w:rPr>
        <w:t>./</w:t>
      </w:r>
      <w:proofErr w:type="gramEnd"/>
      <w:r>
        <w:rPr>
          <w:i/>
          <w:sz w:val="24"/>
          <w:szCs w:val="24"/>
        </w:rPr>
        <w:t>fém.) (</w:t>
      </w:r>
      <w:proofErr w:type="spellStart"/>
      <w:r>
        <w:rPr>
          <w:i/>
          <w:sz w:val="24"/>
          <w:szCs w:val="24"/>
        </w:rPr>
        <w:t>sing</w:t>
      </w:r>
      <w:proofErr w:type="spellEnd"/>
      <w:proofErr w:type="gramStart"/>
      <w:r>
        <w:rPr>
          <w:i/>
          <w:sz w:val="24"/>
          <w:szCs w:val="24"/>
        </w:rPr>
        <w:t>./</w:t>
      </w:r>
      <w:proofErr w:type="spellStart"/>
      <w:proofErr w:type="gramEnd"/>
      <w:r>
        <w:rPr>
          <w:i/>
          <w:sz w:val="24"/>
          <w:szCs w:val="24"/>
        </w:rPr>
        <w:t>plur</w:t>
      </w:r>
      <w:proofErr w:type="spellEnd"/>
      <w:r>
        <w:rPr>
          <w:i/>
          <w:sz w:val="24"/>
          <w:szCs w:val="24"/>
        </w:rPr>
        <w:t xml:space="preserve">) </w:t>
      </w:r>
      <w:proofErr w:type="spellStart"/>
      <w:r>
        <w:rPr>
          <w:i/>
          <w:sz w:val="24"/>
          <w:szCs w:val="24"/>
        </w:rPr>
        <w:t>with</w:t>
      </w:r>
      <w:proofErr w:type="spellEnd"/>
      <w:r>
        <w:rPr>
          <w:i/>
          <w:sz w:val="24"/>
          <w:szCs w:val="24"/>
        </w:rPr>
        <w:t xml:space="preserve"> the </w:t>
      </w:r>
      <w:proofErr w:type="spellStart"/>
      <w:r>
        <w:rPr>
          <w:i/>
          <w:sz w:val="24"/>
          <w:szCs w:val="24"/>
        </w:rPr>
        <w:t>subject</w:t>
      </w:r>
      <w:proofErr w:type="spellEnd"/>
      <w:r>
        <w:rPr>
          <w:i/>
          <w:sz w:val="24"/>
          <w:szCs w:val="24"/>
        </w:rPr>
        <w:t>.</w:t>
      </w:r>
    </w:p>
    <w:p w14:paraId="442D22FC" w14:textId="77777777" w:rsidR="005B363E" w:rsidRDefault="005B363E" w:rsidP="00C44744">
      <w:pPr>
        <w:spacing w:after="0" w:line="240" w:lineRule="auto"/>
        <w:rPr>
          <w:sz w:val="24"/>
          <w:szCs w:val="24"/>
        </w:rPr>
      </w:pPr>
    </w:p>
    <w:p w14:paraId="12A408EC" w14:textId="77777777" w:rsidR="00F9142F" w:rsidRDefault="00F9142F" w:rsidP="00C4474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ALLER  (</w:t>
      </w:r>
      <w:r>
        <w:rPr>
          <w:sz w:val="24"/>
          <w:szCs w:val="24"/>
        </w:rPr>
        <w:t>elles)</w:t>
      </w:r>
      <w:r w:rsidRPr="005B36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=</w:t>
      </w:r>
      <w:r>
        <w:rPr>
          <w:sz w:val="24"/>
          <w:szCs w:val="24"/>
        </w:rPr>
        <w:tab/>
        <w:t>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</w:p>
    <w:p w14:paraId="546FAB05" w14:textId="77777777" w:rsidR="005844C6" w:rsidRDefault="005844C6" w:rsidP="00C44744">
      <w:pPr>
        <w:spacing w:after="0" w:line="240" w:lineRule="auto"/>
        <w:rPr>
          <w:sz w:val="24"/>
          <w:szCs w:val="24"/>
        </w:rPr>
      </w:pPr>
    </w:p>
    <w:p w14:paraId="5B00B7FB" w14:textId="77777777" w:rsidR="005844C6" w:rsidRPr="009452CF" w:rsidRDefault="009452CF" w:rsidP="00C44744">
      <w:pPr>
        <w:spacing w:after="0" w:line="240" w:lineRule="auto"/>
        <w:rPr>
          <w:b/>
          <w:sz w:val="24"/>
          <w:szCs w:val="24"/>
        </w:rPr>
      </w:pPr>
      <w:r w:rsidRPr="009452CF">
        <w:rPr>
          <w:b/>
          <w:sz w:val="24"/>
          <w:szCs w:val="24"/>
        </w:rPr>
        <w:t>À travailler</w:t>
      </w:r>
    </w:p>
    <w:p w14:paraId="459EF7DE" w14:textId="7FE92347" w:rsidR="005B363E" w:rsidRDefault="00DE1A15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INSTRUCTIONS</w:t>
      </w:r>
      <w:r w:rsidR="005B363E">
        <w:rPr>
          <w:sz w:val="24"/>
          <w:szCs w:val="24"/>
        </w:rPr>
        <w:t xml:space="preserve">: Complétez les phrases suivantes </w:t>
      </w:r>
      <w:r w:rsidR="00F9142F">
        <w:rPr>
          <w:sz w:val="24"/>
          <w:szCs w:val="24"/>
        </w:rPr>
        <w:t xml:space="preserve">au passé composé </w:t>
      </w:r>
      <w:r w:rsidR="005B363E">
        <w:rPr>
          <w:sz w:val="24"/>
          <w:szCs w:val="24"/>
        </w:rPr>
        <w:t>avec la forme</w:t>
      </w:r>
      <w:r w:rsidR="00F9142F">
        <w:rPr>
          <w:sz w:val="24"/>
          <w:szCs w:val="24"/>
        </w:rPr>
        <w:t xml:space="preserve"> approprié</w:t>
      </w:r>
      <w:r w:rsidR="005844C6">
        <w:rPr>
          <w:sz w:val="24"/>
          <w:szCs w:val="24"/>
        </w:rPr>
        <w:t>e</w:t>
      </w:r>
      <w:r w:rsidR="00F9142F">
        <w:rPr>
          <w:sz w:val="24"/>
          <w:szCs w:val="24"/>
        </w:rPr>
        <w:t>. Faites attention à 1) l’auxiliaire du verbe et 2) la forme du participe passé.</w:t>
      </w:r>
    </w:p>
    <w:p w14:paraId="7E97D7C3" w14:textId="77777777" w:rsidR="00F9142F" w:rsidRDefault="00F9142F" w:rsidP="00C44744">
      <w:pPr>
        <w:spacing w:after="0" w:line="240" w:lineRule="auto"/>
        <w:rPr>
          <w:sz w:val="24"/>
          <w:szCs w:val="24"/>
        </w:rPr>
      </w:pPr>
    </w:p>
    <w:p w14:paraId="223D450F" w14:textId="77777777" w:rsidR="00F9142F" w:rsidRDefault="00F9142F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1) Ce matin je/j’ __________________________ (faire) un pique-nique à manger à la plage.</w:t>
      </w:r>
    </w:p>
    <w:p w14:paraId="238F159C" w14:textId="77777777" w:rsidR="00F9142F" w:rsidRDefault="00F9142F" w:rsidP="00C44744">
      <w:pPr>
        <w:spacing w:after="0" w:line="240" w:lineRule="auto"/>
        <w:rPr>
          <w:sz w:val="24"/>
          <w:szCs w:val="24"/>
        </w:rPr>
      </w:pPr>
    </w:p>
    <w:p w14:paraId="433CCE40" w14:textId="77777777" w:rsidR="00F9142F" w:rsidRDefault="00F9142F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2) Malheureusement, Claire ________________ (partir) de son hôtel en retard.</w:t>
      </w:r>
    </w:p>
    <w:p w14:paraId="0EC13928" w14:textId="77777777" w:rsidR="00F9142F" w:rsidRDefault="00F9142F" w:rsidP="00C44744">
      <w:pPr>
        <w:spacing w:after="0" w:line="240" w:lineRule="auto"/>
        <w:rPr>
          <w:sz w:val="24"/>
          <w:szCs w:val="24"/>
        </w:rPr>
      </w:pPr>
    </w:p>
    <w:p w14:paraId="25BA6715" w14:textId="77777777" w:rsidR="00F9142F" w:rsidRDefault="00F9142F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3) Au Carnaval, Jean-Luc 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acheter) un masque à offrir à sa mère.</w:t>
      </w:r>
    </w:p>
    <w:p w14:paraId="7B116944" w14:textId="77777777" w:rsidR="00F9142F" w:rsidRDefault="00F9142F" w:rsidP="00C44744">
      <w:pPr>
        <w:spacing w:after="0" w:line="240" w:lineRule="auto"/>
        <w:rPr>
          <w:sz w:val="24"/>
          <w:szCs w:val="24"/>
        </w:rPr>
      </w:pPr>
    </w:p>
    <w:p w14:paraId="66005155" w14:textId="77777777" w:rsidR="00F9142F" w:rsidRDefault="00F9142F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737FB2">
        <w:rPr>
          <w:sz w:val="24"/>
          <w:szCs w:val="24"/>
        </w:rPr>
        <w:t>Mes amis, Elisabeth et Monique ___________________ (venir) au mariage burlesque hier.</w:t>
      </w:r>
    </w:p>
    <w:p w14:paraId="353D1EFE" w14:textId="77777777" w:rsidR="00737FB2" w:rsidRDefault="00737FB2" w:rsidP="00C44744">
      <w:pPr>
        <w:spacing w:after="0" w:line="240" w:lineRule="auto"/>
        <w:rPr>
          <w:sz w:val="24"/>
          <w:szCs w:val="24"/>
        </w:rPr>
      </w:pPr>
    </w:p>
    <w:p w14:paraId="04DACC72" w14:textId="77777777" w:rsidR="00737FB2" w:rsidRDefault="00737FB2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5) Jacques a vraiment de la chance ! Il _________________ (monter) </w:t>
      </w:r>
      <w:r w:rsidR="00D82E21">
        <w:rPr>
          <w:sz w:val="24"/>
          <w:szCs w:val="24"/>
        </w:rPr>
        <w:t xml:space="preserve">au somment de </w:t>
      </w:r>
      <w:r>
        <w:rPr>
          <w:sz w:val="24"/>
          <w:szCs w:val="24"/>
        </w:rPr>
        <w:t>la montagne Pelée en randonnée.</w:t>
      </w:r>
    </w:p>
    <w:p w14:paraId="58E1E08B" w14:textId="77777777" w:rsidR="00737FB2" w:rsidRDefault="00737FB2" w:rsidP="00C44744">
      <w:pPr>
        <w:spacing w:after="0" w:line="240" w:lineRule="auto"/>
        <w:rPr>
          <w:sz w:val="24"/>
          <w:szCs w:val="24"/>
        </w:rPr>
      </w:pPr>
    </w:p>
    <w:p w14:paraId="6C701800" w14:textId="77777777" w:rsidR="00737FB2" w:rsidRDefault="00737FB2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="005844C6">
        <w:rPr>
          <w:sz w:val="24"/>
          <w:szCs w:val="24"/>
        </w:rPr>
        <w:t>Nous _____________________ (voir) un grand défilé avec des chars décorés pour Mardi Gras.</w:t>
      </w:r>
    </w:p>
    <w:p w14:paraId="23559A3C" w14:textId="77777777" w:rsidR="005844C6" w:rsidRDefault="005844C6" w:rsidP="00C44744">
      <w:pPr>
        <w:spacing w:after="0" w:line="240" w:lineRule="auto"/>
        <w:rPr>
          <w:sz w:val="24"/>
          <w:szCs w:val="24"/>
        </w:rPr>
      </w:pPr>
    </w:p>
    <w:p w14:paraId="260AA85F" w14:textId="77777777" w:rsidR="005844C6" w:rsidRDefault="005844C6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7) Après le bal, vous ___________________ (prendre) le bus à l’hôtel.</w:t>
      </w:r>
    </w:p>
    <w:p w14:paraId="01E9FD50" w14:textId="77777777" w:rsidR="005844C6" w:rsidRDefault="005844C6" w:rsidP="00C44744">
      <w:pPr>
        <w:spacing w:after="0" w:line="240" w:lineRule="auto"/>
        <w:rPr>
          <w:sz w:val="24"/>
          <w:szCs w:val="24"/>
        </w:rPr>
      </w:pPr>
    </w:p>
    <w:p w14:paraId="08A78D67" w14:textId="77777777" w:rsidR="005844C6" w:rsidRDefault="005844C6" w:rsidP="00C4474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8) Enfin, tout le monde (</w:t>
      </w:r>
      <w:proofErr w:type="spellStart"/>
      <w:r>
        <w:rPr>
          <w:sz w:val="24"/>
          <w:szCs w:val="24"/>
        </w:rPr>
        <w:t>m.s</w:t>
      </w:r>
      <w:proofErr w:type="spellEnd"/>
      <w:r>
        <w:rPr>
          <w:sz w:val="24"/>
          <w:szCs w:val="24"/>
        </w:rPr>
        <w:t>.) ______________________ (retourner) tard pour se reposer demain mati</w:t>
      </w:r>
      <w:r w:rsidR="00607A29">
        <w:rPr>
          <w:sz w:val="24"/>
          <w:szCs w:val="24"/>
        </w:rPr>
        <w:t>n.</w:t>
      </w:r>
    </w:p>
    <w:p w14:paraId="1EE869C3" w14:textId="77777777" w:rsidR="005B363E" w:rsidRDefault="00DE1A15" w:rsidP="00C44744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 w14:anchorId="5E67CC18">
          <v:shape id="_x0000_s1028" type="#_x0000_t13" style="position:absolute;margin-left:8pt;margin-top:18.7pt;width:491pt;height:81pt;z-index:251660288"/>
        </w:pict>
      </w:r>
    </w:p>
    <w:p w14:paraId="552E10EE" w14:textId="77777777" w:rsidR="005844C6" w:rsidRDefault="005844C6" w:rsidP="00C44744">
      <w:pPr>
        <w:spacing w:after="0" w:line="240" w:lineRule="auto"/>
        <w:rPr>
          <w:sz w:val="24"/>
          <w:szCs w:val="24"/>
        </w:rPr>
      </w:pPr>
    </w:p>
    <w:p w14:paraId="634C66C5" w14:textId="77777777" w:rsidR="005844C6" w:rsidRDefault="005844C6" w:rsidP="00C44744">
      <w:pPr>
        <w:spacing w:after="0" w:line="240" w:lineRule="auto"/>
        <w:rPr>
          <w:sz w:val="24"/>
          <w:szCs w:val="24"/>
        </w:rPr>
      </w:pPr>
    </w:p>
    <w:p w14:paraId="050F6FBB" w14:textId="77777777" w:rsidR="005844C6" w:rsidRDefault="005844C6" w:rsidP="00C44744">
      <w:pPr>
        <w:spacing w:after="0" w:line="240" w:lineRule="auto"/>
        <w:rPr>
          <w:sz w:val="24"/>
          <w:szCs w:val="24"/>
        </w:rPr>
      </w:pPr>
    </w:p>
    <w:p w14:paraId="3C3E1C72" w14:textId="77777777" w:rsidR="005844C6" w:rsidRDefault="005844C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5D60E24" w14:textId="6C8E86D3" w:rsidR="005844C6" w:rsidRDefault="00DE1A15" w:rsidP="005844C6">
      <w:pPr>
        <w:spacing w:after="0" w:line="240" w:lineRule="auto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For </w:t>
      </w:r>
      <w:proofErr w:type="spellStart"/>
      <w:r>
        <w:rPr>
          <w:sz w:val="28"/>
          <w:szCs w:val="24"/>
        </w:rPr>
        <w:t>reflexive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verbs</w:t>
      </w:r>
      <w:proofErr w:type="spellEnd"/>
      <w:r>
        <w:rPr>
          <w:sz w:val="28"/>
          <w:szCs w:val="24"/>
        </w:rPr>
        <w:t xml:space="preserve"> in the passé composé, </w:t>
      </w:r>
      <w:proofErr w:type="spellStart"/>
      <w:r>
        <w:rPr>
          <w:sz w:val="28"/>
          <w:szCs w:val="24"/>
        </w:rPr>
        <w:t>you</w:t>
      </w:r>
      <w:proofErr w:type="spellEnd"/>
      <w:r>
        <w:rPr>
          <w:sz w:val="28"/>
          <w:szCs w:val="24"/>
        </w:rPr>
        <w:t xml:space="preserve"> </w:t>
      </w:r>
      <w:proofErr w:type="spellStart"/>
      <w:r>
        <w:rPr>
          <w:sz w:val="28"/>
          <w:szCs w:val="24"/>
        </w:rPr>
        <w:t>also</w:t>
      </w:r>
      <w:proofErr w:type="spellEnd"/>
      <w:r>
        <w:rPr>
          <w:sz w:val="28"/>
          <w:szCs w:val="24"/>
        </w:rPr>
        <w:t xml:space="preserve"> have to use</w:t>
      </w:r>
      <w:r w:rsidR="005844C6">
        <w:rPr>
          <w:sz w:val="28"/>
          <w:szCs w:val="24"/>
        </w:rPr>
        <w:t>:</w:t>
      </w:r>
    </w:p>
    <w:p w14:paraId="6FE954EA" w14:textId="77777777" w:rsidR="005844C6" w:rsidRDefault="005844C6" w:rsidP="005844C6">
      <w:pPr>
        <w:spacing w:after="0" w:line="240" w:lineRule="auto"/>
        <w:jc w:val="center"/>
        <w:rPr>
          <w:sz w:val="28"/>
          <w:szCs w:val="24"/>
        </w:rPr>
      </w:pPr>
    </w:p>
    <w:p w14:paraId="656B8D0A" w14:textId="1B7CBE3D" w:rsidR="005844C6" w:rsidRDefault="005844C6" w:rsidP="005844C6">
      <w:pPr>
        <w:spacing w:after="0" w:line="240" w:lineRule="auto"/>
        <w:jc w:val="center"/>
        <w:rPr>
          <w:sz w:val="144"/>
          <w:szCs w:val="24"/>
        </w:rPr>
      </w:pPr>
      <w:r w:rsidRPr="005844C6">
        <w:rPr>
          <w:sz w:val="28"/>
          <w:szCs w:val="24"/>
        </w:rPr>
        <w:t xml:space="preserve"> </w:t>
      </w:r>
      <w:r>
        <w:rPr>
          <w:sz w:val="28"/>
          <w:szCs w:val="24"/>
        </w:rPr>
        <w:t> </w:t>
      </w:r>
      <w:r w:rsidR="00DE1A15">
        <w:rPr>
          <w:sz w:val="144"/>
          <w:szCs w:val="24"/>
        </w:rPr>
        <w:t>ÊTRE !</w:t>
      </w:r>
    </w:p>
    <w:p w14:paraId="6A0EB888" w14:textId="51E0F390" w:rsidR="005844C6" w:rsidRPr="005844C6" w:rsidRDefault="005844C6" w:rsidP="005844C6">
      <w:pPr>
        <w:spacing w:after="0" w:line="240" w:lineRule="auto"/>
        <w:rPr>
          <w:b/>
          <w:sz w:val="24"/>
          <w:szCs w:val="24"/>
        </w:rPr>
      </w:pPr>
      <w:r w:rsidRPr="005844C6">
        <w:rPr>
          <w:b/>
          <w:sz w:val="24"/>
          <w:szCs w:val="24"/>
        </w:rPr>
        <w:t>Les verbes réfléchis</w:t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  <w:t>au passé composé</w:t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  <w:t>à l’affirmatif</w:t>
      </w:r>
      <w:r w:rsidR="00DE1A15">
        <w:rPr>
          <w:b/>
          <w:sz w:val="24"/>
          <w:szCs w:val="24"/>
        </w:rPr>
        <w:t xml:space="preserve"> (+)</w:t>
      </w:r>
    </w:p>
    <w:p w14:paraId="51CA3BEE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566A0355" w14:textId="6EC3354E" w:rsidR="005844C6" w:rsidRPr="00DE1A15" w:rsidRDefault="00DE1A15" w:rsidP="005844C6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Using</w:t>
      </w:r>
      <w:proofErr w:type="spellEnd"/>
      <w:r>
        <w:rPr>
          <w:sz w:val="24"/>
          <w:szCs w:val="24"/>
        </w:rPr>
        <w:t xml:space="preserve"> the « je » </w:t>
      </w:r>
      <w:proofErr w:type="spellStart"/>
      <w:r>
        <w:rPr>
          <w:sz w:val="24"/>
          <w:szCs w:val="24"/>
        </w:rPr>
        <w:t>form</w:t>
      </w:r>
      <w:proofErr w:type="spellEnd"/>
      <w:r>
        <w:rPr>
          <w:sz w:val="24"/>
          <w:szCs w:val="24"/>
        </w:rPr>
        <w:t xml:space="preserve"> as a modèle </w:t>
      </w:r>
      <w:proofErr w:type="spellStart"/>
      <w:r>
        <w:rPr>
          <w:sz w:val="24"/>
          <w:szCs w:val="24"/>
        </w:rPr>
        <w:t>complete</w:t>
      </w:r>
      <w:proofErr w:type="spell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conjugation</w:t>
      </w:r>
      <w:proofErr w:type="spellEnd"/>
      <w:r>
        <w:rPr>
          <w:sz w:val="24"/>
          <w:szCs w:val="24"/>
        </w:rPr>
        <w:t xml:space="preserve"> for the </w:t>
      </w:r>
      <w:proofErr w:type="spellStart"/>
      <w:r>
        <w:rPr>
          <w:sz w:val="24"/>
          <w:szCs w:val="24"/>
        </w:rPr>
        <w:t>verb</w:t>
      </w:r>
      <w:proofErr w:type="spellEnd"/>
      <w:r>
        <w:rPr>
          <w:sz w:val="24"/>
          <w:szCs w:val="24"/>
        </w:rPr>
        <w:t xml:space="preserve"> </w:t>
      </w:r>
      <w:r w:rsidR="005844C6" w:rsidRPr="00DE1A15">
        <w:rPr>
          <w:b/>
          <w:i/>
          <w:sz w:val="24"/>
          <w:szCs w:val="24"/>
          <w:u w:val="single"/>
        </w:rPr>
        <w:t>se lever</w:t>
      </w:r>
      <w:r>
        <w:rPr>
          <w:sz w:val="24"/>
          <w:szCs w:val="24"/>
        </w:rPr>
        <w:t xml:space="preserve"> au passé composé.</w:t>
      </w:r>
    </w:p>
    <w:p w14:paraId="3C0EC6F8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1DF3F1EF" w14:textId="5732CDAB" w:rsid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je</w:t>
      </w:r>
      <w:proofErr w:type="gramEnd"/>
      <w:r>
        <w:rPr>
          <w:sz w:val="24"/>
          <w:szCs w:val="24"/>
        </w:rPr>
        <w:t xml:space="preserve"> _</w:t>
      </w:r>
      <w:r w:rsidR="00DE1A15" w:rsidRPr="00DE1A15">
        <w:rPr>
          <w:b/>
          <w:i/>
          <w:sz w:val="24"/>
          <w:szCs w:val="24"/>
        </w:rPr>
        <w:t>me</w:t>
      </w:r>
      <w:r>
        <w:rPr>
          <w:sz w:val="24"/>
          <w:szCs w:val="24"/>
        </w:rPr>
        <w:t>__    ___</w:t>
      </w:r>
      <w:r w:rsidR="00DE1A15" w:rsidRPr="00DE1A15">
        <w:rPr>
          <w:b/>
          <w:i/>
          <w:sz w:val="24"/>
          <w:szCs w:val="24"/>
        </w:rPr>
        <w:t>suis</w:t>
      </w:r>
      <w:r>
        <w:rPr>
          <w:sz w:val="24"/>
          <w:szCs w:val="24"/>
        </w:rPr>
        <w:t>___  ___</w:t>
      </w:r>
      <w:r w:rsidR="00DE1A15" w:rsidRPr="00DE1A15">
        <w:rPr>
          <w:b/>
          <w:sz w:val="24"/>
          <w:szCs w:val="24"/>
        </w:rPr>
        <w:t>levé(e)</w:t>
      </w:r>
      <w:r>
        <w:rPr>
          <w:sz w:val="24"/>
          <w:szCs w:val="24"/>
        </w:rPr>
        <w:t>______</w:t>
      </w:r>
      <w:r>
        <w:rPr>
          <w:sz w:val="24"/>
          <w:szCs w:val="24"/>
        </w:rPr>
        <w:tab/>
      </w:r>
      <w:r w:rsidR="00DE1A15">
        <w:rPr>
          <w:sz w:val="24"/>
          <w:szCs w:val="24"/>
        </w:rPr>
        <w:tab/>
      </w:r>
      <w:r>
        <w:rPr>
          <w:sz w:val="24"/>
          <w:szCs w:val="24"/>
        </w:rPr>
        <w:t>nous _____    ___________  ________________</w:t>
      </w:r>
    </w:p>
    <w:p w14:paraId="32952F7F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204BF487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tu</w:t>
      </w:r>
      <w:proofErr w:type="gramEnd"/>
      <w:r>
        <w:rPr>
          <w:sz w:val="24"/>
          <w:szCs w:val="24"/>
        </w:rPr>
        <w:t xml:space="preserve"> _____    ___________  ________________</w:t>
      </w:r>
      <w:r>
        <w:rPr>
          <w:sz w:val="24"/>
          <w:szCs w:val="24"/>
        </w:rPr>
        <w:tab/>
        <w:t>vous _____    ___________  ________________</w:t>
      </w:r>
    </w:p>
    <w:p w14:paraId="1CF0AD45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5833FBD1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_____    ___________  ________________</w:t>
      </w:r>
      <w:r>
        <w:rPr>
          <w:sz w:val="24"/>
          <w:szCs w:val="24"/>
        </w:rPr>
        <w:tab/>
        <w:t>ils _____    ___________  ________________</w:t>
      </w:r>
    </w:p>
    <w:p w14:paraId="5D507344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7262D895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elle</w:t>
      </w:r>
      <w:proofErr w:type="gramEnd"/>
      <w:r>
        <w:rPr>
          <w:sz w:val="24"/>
          <w:szCs w:val="24"/>
        </w:rPr>
        <w:t xml:space="preserve"> _____    ___________  ________________</w:t>
      </w:r>
      <w:r>
        <w:rPr>
          <w:sz w:val="24"/>
          <w:szCs w:val="24"/>
        </w:rPr>
        <w:tab/>
        <w:t>elles _____    ___________  ________________</w:t>
      </w:r>
    </w:p>
    <w:p w14:paraId="551BC703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25AE93BC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on</w:t>
      </w:r>
      <w:proofErr w:type="gramEnd"/>
      <w:r>
        <w:rPr>
          <w:sz w:val="24"/>
          <w:szCs w:val="24"/>
        </w:rPr>
        <w:t xml:space="preserve"> _____    ___________  ________________</w:t>
      </w:r>
      <w:r>
        <w:rPr>
          <w:sz w:val="24"/>
          <w:szCs w:val="24"/>
        </w:rPr>
        <w:tab/>
      </w:r>
    </w:p>
    <w:p w14:paraId="35665E60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</w:p>
    <w:p w14:paraId="333F62DD" w14:textId="3DECA977" w:rsidR="005844C6" w:rsidRPr="005844C6" w:rsidRDefault="005844C6" w:rsidP="005844C6">
      <w:pPr>
        <w:spacing w:after="0" w:line="240" w:lineRule="auto"/>
        <w:rPr>
          <w:b/>
          <w:sz w:val="24"/>
          <w:szCs w:val="24"/>
        </w:rPr>
      </w:pPr>
      <w:r w:rsidRPr="005844C6">
        <w:rPr>
          <w:b/>
          <w:sz w:val="24"/>
          <w:szCs w:val="24"/>
        </w:rPr>
        <w:t>Les verbes réfléchis</w:t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  <w:t>au passé composé</w:t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</w:r>
      <w:r w:rsidRPr="005844C6">
        <w:rPr>
          <w:b/>
          <w:sz w:val="24"/>
          <w:szCs w:val="24"/>
        </w:rPr>
        <w:tab/>
      </w:r>
      <w:r>
        <w:rPr>
          <w:b/>
          <w:sz w:val="24"/>
          <w:szCs w:val="24"/>
        </w:rPr>
        <w:t>au négatif</w:t>
      </w:r>
      <w:r w:rsidR="00DE1A15">
        <w:rPr>
          <w:b/>
          <w:sz w:val="24"/>
          <w:szCs w:val="24"/>
        </w:rPr>
        <w:t xml:space="preserve"> (-)</w:t>
      </w:r>
    </w:p>
    <w:p w14:paraId="21C097E5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52F6C194" w14:textId="41D3A6F9" w:rsidR="005844C6" w:rsidRDefault="00DE1A15" w:rsidP="005844C6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Using</w:t>
      </w:r>
      <w:proofErr w:type="spellEnd"/>
      <w:r>
        <w:rPr>
          <w:sz w:val="24"/>
          <w:szCs w:val="24"/>
        </w:rPr>
        <w:t xml:space="preserve"> the « je » </w:t>
      </w:r>
      <w:proofErr w:type="spellStart"/>
      <w:r>
        <w:rPr>
          <w:sz w:val="24"/>
          <w:szCs w:val="24"/>
        </w:rPr>
        <w:t>form</w:t>
      </w:r>
      <w:proofErr w:type="spellEnd"/>
      <w:r>
        <w:rPr>
          <w:sz w:val="24"/>
          <w:szCs w:val="24"/>
        </w:rPr>
        <w:t xml:space="preserve"> as a modèle </w:t>
      </w:r>
      <w:proofErr w:type="spellStart"/>
      <w:r>
        <w:rPr>
          <w:sz w:val="24"/>
          <w:szCs w:val="24"/>
        </w:rPr>
        <w:t>complete</w:t>
      </w:r>
      <w:proofErr w:type="spellEnd"/>
      <w:r>
        <w:rPr>
          <w:sz w:val="24"/>
          <w:szCs w:val="24"/>
        </w:rPr>
        <w:t xml:space="preserve"> the </w:t>
      </w:r>
      <w:r>
        <w:rPr>
          <w:sz w:val="24"/>
          <w:szCs w:val="24"/>
        </w:rPr>
        <w:t xml:space="preserve">NEGATIVE </w:t>
      </w:r>
      <w:proofErr w:type="spellStart"/>
      <w:r>
        <w:rPr>
          <w:sz w:val="24"/>
          <w:szCs w:val="24"/>
        </w:rPr>
        <w:t>conjugation</w:t>
      </w:r>
      <w:proofErr w:type="spellEnd"/>
      <w:r>
        <w:rPr>
          <w:sz w:val="24"/>
          <w:szCs w:val="24"/>
        </w:rPr>
        <w:t xml:space="preserve"> for the </w:t>
      </w:r>
      <w:proofErr w:type="spellStart"/>
      <w:r>
        <w:rPr>
          <w:sz w:val="24"/>
          <w:szCs w:val="24"/>
        </w:rPr>
        <w:t>verb</w:t>
      </w:r>
      <w:proofErr w:type="spellEnd"/>
      <w:r>
        <w:rPr>
          <w:sz w:val="24"/>
          <w:szCs w:val="24"/>
        </w:rPr>
        <w:t xml:space="preserve"> </w:t>
      </w:r>
      <w:r w:rsidRPr="00DE1A15">
        <w:rPr>
          <w:b/>
          <w:i/>
          <w:sz w:val="24"/>
          <w:szCs w:val="24"/>
          <w:u w:val="single"/>
        </w:rPr>
        <w:t>se lever</w:t>
      </w:r>
      <w:r>
        <w:rPr>
          <w:sz w:val="24"/>
          <w:szCs w:val="24"/>
        </w:rPr>
        <w:t xml:space="preserve"> au passé composé.</w:t>
      </w:r>
    </w:p>
    <w:p w14:paraId="19F75DBC" w14:textId="77777777" w:rsidR="00DE1A15" w:rsidRDefault="00DE1A15" w:rsidP="005844C6">
      <w:pPr>
        <w:spacing w:after="0" w:line="240" w:lineRule="auto"/>
        <w:rPr>
          <w:sz w:val="24"/>
          <w:szCs w:val="24"/>
        </w:rPr>
      </w:pPr>
    </w:p>
    <w:p w14:paraId="5F6D35FD" w14:textId="1C068CC7" w:rsidR="005844C6" w:rsidRDefault="007A1D83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je</w:t>
      </w:r>
      <w:proofErr w:type="gramEnd"/>
      <w:r>
        <w:rPr>
          <w:sz w:val="24"/>
          <w:szCs w:val="24"/>
        </w:rPr>
        <w:t xml:space="preserve"> _</w:t>
      </w:r>
      <w:r w:rsidR="00DE1A15" w:rsidRPr="00DE1A15">
        <w:rPr>
          <w:b/>
          <w:i/>
          <w:sz w:val="24"/>
          <w:szCs w:val="24"/>
        </w:rPr>
        <w:t>NE me suis PAS levé(e)</w:t>
      </w:r>
      <w:r w:rsidR="005844C6">
        <w:rPr>
          <w:sz w:val="24"/>
          <w:szCs w:val="24"/>
        </w:rPr>
        <w:t>_</w:t>
      </w:r>
      <w:r w:rsidR="00DE1A15">
        <w:rPr>
          <w:sz w:val="24"/>
          <w:szCs w:val="24"/>
        </w:rPr>
        <w:t>___</w:t>
      </w:r>
      <w:r w:rsidR="005844C6">
        <w:rPr>
          <w:sz w:val="24"/>
          <w:szCs w:val="24"/>
        </w:rPr>
        <w:t>_____</w:t>
      </w:r>
      <w:r w:rsidR="005844C6">
        <w:rPr>
          <w:sz w:val="24"/>
          <w:szCs w:val="24"/>
        </w:rPr>
        <w:tab/>
      </w:r>
      <w:r w:rsidR="00DE1A15">
        <w:rPr>
          <w:sz w:val="24"/>
          <w:szCs w:val="24"/>
        </w:rPr>
        <w:tab/>
      </w:r>
      <w:r w:rsidR="005844C6">
        <w:rPr>
          <w:sz w:val="24"/>
          <w:szCs w:val="24"/>
        </w:rPr>
        <w:t xml:space="preserve">nous </w:t>
      </w:r>
      <w:r>
        <w:rPr>
          <w:sz w:val="24"/>
          <w:szCs w:val="24"/>
        </w:rPr>
        <w:t>__________________________________</w:t>
      </w:r>
    </w:p>
    <w:p w14:paraId="7BBD01F9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1D01B036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tu</w:t>
      </w:r>
      <w:proofErr w:type="gramEnd"/>
      <w:r>
        <w:rPr>
          <w:sz w:val="24"/>
          <w:szCs w:val="24"/>
        </w:rPr>
        <w:t xml:space="preserve"> </w:t>
      </w:r>
      <w:r w:rsidR="007A1D83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  <w:t xml:space="preserve">vous </w:t>
      </w:r>
      <w:r w:rsidR="007A1D83">
        <w:rPr>
          <w:sz w:val="24"/>
          <w:szCs w:val="24"/>
        </w:rPr>
        <w:t>__________________________________</w:t>
      </w:r>
    </w:p>
    <w:p w14:paraId="64D1B9BE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5CCF9BB8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</w:t>
      </w:r>
      <w:r w:rsidR="007A1D83">
        <w:rPr>
          <w:sz w:val="24"/>
          <w:szCs w:val="24"/>
        </w:rPr>
        <w:t>__________________________________</w:t>
      </w:r>
      <w:r w:rsidR="007A1D83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ils </w:t>
      </w:r>
      <w:r w:rsidR="007A1D83">
        <w:rPr>
          <w:sz w:val="24"/>
          <w:szCs w:val="24"/>
        </w:rPr>
        <w:t>__________________________________</w:t>
      </w:r>
    </w:p>
    <w:p w14:paraId="2395B8B0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41DAFF6B" w14:textId="77777777" w:rsidR="005844C6" w:rsidRPr="005844C6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elle</w:t>
      </w:r>
      <w:proofErr w:type="gramEnd"/>
      <w:r>
        <w:rPr>
          <w:sz w:val="24"/>
          <w:szCs w:val="24"/>
        </w:rPr>
        <w:t xml:space="preserve"> </w:t>
      </w:r>
      <w:r w:rsidR="007A1D83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  <w:t xml:space="preserve">elles </w:t>
      </w:r>
      <w:r w:rsidR="007A1D83">
        <w:rPr>
          <w:sz w:val="24"/>
          <w:szCs w:val="24"/>
        </w:rPr>
        <w:t>__________________________________</w:t>
      </w:r>
    </w:p>
    <w:p w14:paraId="098590A7" w14:textId="77777777" w:rsidR="005844C6" w:rsidRDefault="005844C6" w:rsidP="005844C6">
      <w:pPr>
        <w:spacing w:after="0" w:line="240" w:lineRule="auto"/>
        <w:rPr>
          <w:sz w:val="24"/>
          <w:szCs w:val="24"/>
        </w:rPr>
      </w:pPr>
    </w:p>
    <w:p w14:paraId="74C6C5C1" w14:textId="6FB988B4" w:rsidR="00770E22" w:rsidRDefault="005844C6" w:rsidP="005844C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on</w:t>
      </w:r>
      <w:proofErr w:type="gramEnd"/>
      <w:r>
        <w:rPr>
          <w:sz w:val="24"/>
          <w:szCs w:val="24"/>
        </w:rPr>
        <w:t xml:space="preserve"> </w:t>
      </w:r>
      <w:r w:rsidR="007A1D83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</w:p>
    <w:p w14:paraId="1E308EEA" w14:textId="0F34B2AE" w:rsidR="00770E22" w:rsidRDefault="00DE1A15" w:rsidP="00DE1A15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 w14:anchorId="4F0DA257">
          <v:shape id="_x0000_s1030" type="#_x0000_t13" style="position:absolute;margin-left:20pt;margin-top:69.75pt;width:491pt;height:81pt;z-index:251661312"/>
        </w:pict>
      </w:r>
    </w:p>
    <w:p w14:paraId="5F84C072" w14:textId="77777777" w:rsidR="00DE1A15" w:rsidRDefault="00DE1A1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7E76D71" w14:textId="73B7715C" w:rsidR="00770E22" w:rsidRDefault="00770E22" w:rsidP="00770E22">
      <w:pPr>
        <w:spacing w:after="0" w:line="240" w:lineRule="auto"/>
        <w:rPr>
          <w:b/>
          <w:sz w:val="24"/>
          <w:szCs w:val="24"/>
        </w:rPr>
      </w:pPr>
      <w:r w:rsidRPr="00DA3C94">
        <w:rPr>
          <w:b/>
          <w:sz w:val="24"/>
          <w:szCs w:val="24"/>
        </w:rPr>
        <w:lastRenderedPageBreak/>
        <w:t>À travailler :</w:t>
      </w:r>
    </w:p>
    <w:p w14:paraId="145E5801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 w:rsidRPr="00E3351B">
        <w:rPr>
          <w:b/>
          <w:sz w:val="24"/>
          <w:szCs w:val="24"/>
        </w:rPr>
        <w:t>Contexte </w:t>
      </w:r>
      <w:r>
        <w:rPr>
          <w:sz w:val="24"/>
          <w:szCs w:val="24"/>
        </w:rPr>
        <w:t>: Vous allez écrire une lettre à un ami décrivant le premier jour de votre séjour à la Guadeloupe.</w:t>
      </w:r>
    </w:p>
    <w:p w14:paraId="0262CA93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23022353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 w:rsidRPr="00E3351B">
        <w:rPr>
          <w:b/>
          <w:sz w:val="24"/>
          <w:szCs w:val="24"/>
        </w:rPr>
        <w:t>Tâche </w:t>
      </w:r>
      <w:r>
        <w:rPr>
          <w:sz w:val="24"/>
          <w:szCs w:val="24"/>
        </w:rPr>
        <w:t>: I</w:t>
      </w:r>
      <w:bookmarkStart w:id="0" w:name="_GoBack"/>
      <w:bookmarkEnd w:id="0"/>
      <w:r>
        <w:rPr>
          <w:sz w:val="24"/>
          <w:szCs w:val="24"/>
        </w:rPr>
        <w:t>maginez 10 activités que vous avez faites et écrivez-les au passé composé. Attention au verbe auxiliaire !!</w:t>
      </w:r>
    </w:p>
    <w:p w14:paraId="2411EA4B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5E560022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se</w:t>
      </w:r>
      <w:proofErr w:type="gramEnd"/>
      <w:r>
        <w:rPr>
          <w:sz w:val="24"/>
          <w:szCs w:val="24"/>
        </w:rPr>
        <w:t xml:space="preserve"> réveiller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lire un roman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voir des amis</w:t>
      </w:r>
    </w:p>
    <w:p w14:paraId="244FFDBB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se</w:t>
      </w:r>
      <w:proofErr w:type="gramEnd"/>
      <w:r>
        <w:rPr>
          <w:sz w:val="24"/>
          <w:szCs w:val="24"/>
        </w:rPr>
        <w:t xml:space="preserve"> lever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 baigner dans la mer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faire une visite de l’île</w:t>
      </w:r>
    </w:p>
    <w:p w14:paraId="2BC5BF8F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manger</w:t>
      </w:r>
      <w:proofErr w:type="gramEnd"/>
      <w:r>
        <w:rPr>
          <w:sz w:val="24"/>
          <w:szCs w:val="24"/>
        </w:rPr>
        <w:t xml:space="preserve"> le petit-déj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 bronzer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retourner à l’hôtel</w:t>
      </w:r>
    </w:p>
    <w:p w14:paraId="5C529582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aller</w:t>
      </w:r>
      <w:proofErr w:type="gramEnd"/>
      <w:r>
        <w:rPr>
          <w:sz w:val="24"/>
          <w:szCs w:val="24"/>
        </w:rPr>
        <w:t xml:space="preserve"> à la plage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dîner dans un restaurant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 coucher à _____</w:t>
      </w:r>
    </w:p>
    <w:p w14:paraId="673E7DC8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se</w:t>
      </w:r>
      <w:proofErr w:type="gramEnd"/>
      <w:r>
        <w:rPr>
          <w:sz w:val="24"/>
          <w:szCs w:val="24"/>
        </w:rPr>
        <w:t xml:space="preserve"> reposer sur le sable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s’acheter une souvenir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se brosser les dents</w:t>
      </w:r>
    </w:p>
    <w:p w14:paraId="636C4E86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4D0D67F6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_______________________________________________________________________________</w:t>
      </w:r>
    </w:p>
    <w:p w14:paraId="165A16D2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192A3096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_______________________________________________________________________________</w:t>
      </w:r>
    </w:p>
    <w:p w14:paraId="0296AA1C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6908AFD0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 _______________________________________________________________________________</w:t>
      </w:r>
    </w:p>
    <w:p w14:paraId="0D4DAEE3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783AE94B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_______________________________________________________________________________</w:t>
      </w:r>
    </w:p>
    <w:p w14:paraId="0714D03F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4485A6E0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_______________________________________________________________________________</w:t>
      </w:r>
    </w:p>
    <w:p w14:paraId="565FBCBC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31D85E93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_______________________________________________________________________________</w:t>
      </w:r>
    </w:p>
    <w:p w14:paraId="54B104EB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26168B35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 _______________________________________________________________________________</w:t>
      </w:r>
    </w:p>
    <w:p w14:paraId="49E72FF1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45271986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 _______________________________________________________________________________</w:t>
      </w:r>
    </w:p>
    <w:p w14:paraId="080B15E1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2C53174E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9. _______________________________________________________________________________</w:t>
      </w:r>
    </w:p>
    <w:p w14:paraId="0AB1D884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63CBF6E0" w14:textId="77777777" w:rsidR="00770E22" w:rsidRDefault="00770E22" w:rsidP="00770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10. ______________________________________________________________________________</w:t>
      </w:r>
    </w:p>
    <w:p w14:paraId="22CACEB0" w14:textId="77777777" w:rsidR="00770E22" w:rsidRDefault="00770E22" w:rsidP="00770E22">
      <w:pPr>
        <w:spacing w:after="0" w:line="240" w:lineRule="auto"/>
        <w:rPr>
          <w:sz w:val="24"/>
          <w:szCs w:val="24"/>
        </w:rPr>
      </w:pPr>
    </w:p>
    <w:p w14:paraId="5967EB36" w14:textId="77777777" w:rsidR="00770E22" w:rsidRDefault="00770E22" w:rsidP="00770E22">
      <w:pPr>
        <w:spacing w:after="0" w:line="240" w:lineRule="auto"/>
        <w:rPr>
          <w:b/>
          <w:sz w:val="24"/>
          <w:szCs w:val="24"/>
        </w:rPr>
      </w:pPr>
    </w:p>
    <w:p w14:paraId="02B75614" w14:textId="77777777" w:rsidR="00770E22" w:rsidRPr="005844C6" w:rsidRDefault="00770E22" w:rsidP="005844C6">
      <w:pPr>
        <w:spacing w:after="0" w:line="240" w:lineRule="auto"/>
        <w:rPr>
          <w:sz w:val="24"/>
          <w:szCs w:val="24"/>
        </w:rPr>
      </w:pPr>
    </w:p>
    <w:sectPr w:rsidR="00770E22" w:rsidRPr="005844C6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7DF6"/>
    <w:rsid w:val="00070D23"/>
    <w:rsid w:val="000E0968"/>
    <w:rsid w:val="00125870"/>
    <w:rsid w:val="002577B9"/>
    <w:rsid w:val="005844C6"/>
    <w:rsid w:val="005B363E"/>
    <w:rsid w:val="00607A29"/>
    <w:rsid w:val="00607DF6"/>
    <w:rsid w:val="00722A6B"/>
    <w:rsid w:val="00737FB2"/>
    <w:rsid w:val="00770E22"/>
    <w:rsid w:val="007A1D83"/>
    <w:rsid w:val="007F3EC2"/>
    <w:rsid w:val="00835A80"/>
    <w:rsid w:val="009452CF"/>
    <w:rsid w:val="009F3577"/>
    <w:rsid w:val="00A32AFA"/>
    <w:rsid w:val="00B02910"/>
    <w:rsid w:val="00B56367"/>
    <w:rsid w:val="00C44744"/>
    <w:rsid w:val="00D82E21"/>
    <w:rsid w:val="00DA3C94"/>
    <w:rsid w:val="00DE1A15"/>
    <w:rsid w:val="00E3351B"/>
    <w:rsid w:val="00F9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4A074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4%20-%20Templates\FR%2031%20-%20Writ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\04 - Templates\FR 31 - Writing Activity.dotx</Template>
  <TotalTime>194</TotalTime>
  <Pages>4</Pages>
  <Words>908</Words>
  <Characters>5177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esmith4</dc:creator>
  <cp:keywords/>
  <dc:description/>
  <cp:lastModifiedBy>Edouard Smith</cp:lastModifiedBy>
  <cp:revision>14</cp:revision>
  <dcterms:created xsi:type="dcterms:W3CDTF">2012-03-06T20:09:00Z</dcterms:created>
  <dcterms:modified xsi:type="dcterms:W3CDTF">2014-02-11T21:46:00Z</dcterms:modified>
</cp:coreProperties>
</file>